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en-US" w:eastAsia="en-US"/>
        </w:rPr>
      </w:pPr>
      <w:proofErr w:type="spellStart"/>
      <w:r w:rsidRPr="00542F08">
        <w:rPr>
          <w:rFonts w:asciiTheme="minorHAnsi" w:hAnsiTheme="minorHAnsi" w:cstheme="minorHAnsi"/>
          <w:b/>
          <w:lang w:val="en-US" w:eastAsia="en-US"/>
        </w:rPr>
        <w:t>Anexa</w:t>
      </w:r>
      <w:proofErr w:type="spellEnd"/>
      <w:r w:rsidRPr="00542F08">
        <w:rPr>
          <w:rFonts w:asciiTheme="minorHAnsi" w:hAnsiTheme="minorHAnsi" w:cstheme="minorHAnsi"/>
          <w:b/>
          <w:lang w:val="en-US" w:eastAsia="en-US"/>
        </w:rPr>
        <w:t xml:space="preserve"> 1</w:t>
      </w:r>
      <w:r w:rsidR="00D84F83">
        <w:rPr>
          <w:rFonts w:asciiTheme="minorHAnsi" w:hAnsiTheme="minorHAnsi" w:cstheme="minorHAnsi"/>
          <w:b/>
          <w:lang w:val="en-US" w:eastAsia="en-US"/>
        </w:rPr>
        <w:t>3</w:t>
      </w: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r w:rsidR="00C41ADD" w:rsidRPr="00542F08">
        <w:rPr>
          <w:rFonts w:asciiTheme="minorHAnsi" w:hAnsiTheme="minorHAnsi" w:cstheme="minorHAnsi"/>
          <w:b/>
          <w:bCs/>
          <w:snapToGrid w:val="0"/>
          <w:lang w:eastAsia="en-US"/>
        </w:rPr>
        <w:t>și</w:t>
      </w:r>
      <w:bookmarkStart w:id="0" w:name="_GoBack"/>
      <w:bookmarkEnd w:id="0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r w:rsidR="00C41ADD"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investiție</w:t>
      </w: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2A3B53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Suprafață</w:t>
            </w: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investiţie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r w:rsidR="002A3B53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menționa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şi alipirile, etc  </w:t>
            </w:r>
          </w:p>
        </w:tc>
      </w:tr>
      <w:tr w:rsidR="00542F08" w:rsidRPr="00542F08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:rsidR="00542F08" w:rsidRPr="00542F08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</w:pPr>
      <w:r w:rsidRPr="00542F08">
        <w:rPr>
          <w:rFonts w:asciiTheme="minorHAnsi" w:hAnsiTheme="minorHAnsi" w:cstheme="minorHAnsi"/>
          <w:b/>
          <w:bCs/>
          <w:color w:val="000000"/>
          <w:sz w:val="20"/>
          <w:lang w:eastAsia="ro-RO"/>
        </w:rPr>
        <w:t xml:space="preserve">*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În coloana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val="en-US" w:eastAsia="ro-RO"/>
        </w:rPr>
        <w:t>“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 care fac obiectul proiectului 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(teren/</w:t>
      </w:r>
      <w:r w:rsidR="00C41ADD"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clădire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 xml:space="preserve">) identificate prin extrasele de carte funciară,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>s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e vor menționa  suprafețele   afectate de lucrările de intervenții propuse  pentru fiecare obiectiv de investiție propus.</w:t>
      </w:r>
    </w:p>
    <w:sectPr w:rsidR="00542F08" w:rsidRPr="00542F08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DD" w:rsidRDefault="00C4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42F08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42F08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ADD" w:rsidRDefault="00C41AD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606485" o:spid="_x0000_s9218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C41ADD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606486" o:spid="_x0000_s9219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542F08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542F08"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C41ADD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3606484" o:spid="_x0000_s9217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542F08"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F08"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20"/>
    <o:shapelayout v:ext="edit">
      <o:idmap v:ext="edit" data="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A3B53"/>
    <w:rsid w:val="002B3BB9"/>
    <w:rsid w:val="002E07E9"/>
    <w:rsid w:val="002F1246"/>
    <w:rsid w:val="00351F71"/>
    <w:rsid w:val="00376CFE"/>
    <w:rsid w:val="003E2E03"/>
    <w:rsid w:val="00474F02"/>
    <w:rsid w:val="00523BEA"/>
    <w:rsid w:val="00542F08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E4990"/>
    <w:rsid w:val="00B15233"/>
    <w:rsid w:val="00BD3175"/>
    <w:rsid w:val="00C05C7A"/>
    <w:rsid w:val="00C41ADD"/>
    <w:rsid w:val="00C82AD1"/>
    <w:rsid w:val="00C916A3"/>
    <w:rsid w:val="00CC6C98"/>
    <w:rsid w:val="00D22014"/>
    <w:rsid w:val="00D84F83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20"/>
    <o:shapelayout v:ext="edit">
      <o:idmap v:ext="edit" data="1"/>
    </o:shapelayout>
  </w:shapeDefaults>
  <w:decimalSymbol w:val="."/>
  <w:listSeparator w:val=",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FE6C1-09C5-48E7-85E7-094D580E1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1</Pages>
  <Words>75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617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2023-05-29T10:19:00Z</dcterms:created>
  <dcterms:modified xsi:type="dcterms:W3CDTF">2023-10-25T07:39:00Z</dcterms:modified>
</cp:coreProperties>
</file>